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DC2" w:rsidRDefault="00004DC2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Fiche exercice « fractions décimales » </w:t>
      </w:r>
    </w:p>
    <w:p w:rsidR="00C96B02" w:rsidRDefault="008627AF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1/ </w:t>
      </w:r>
      <w:r w:rsidRPr="00D22D59">
        <w:rPr>
          <w:rFonts w:ascii="Arial" w:hAnsi="Arial" w:cs="Arial"/>
          <w:sz w:val="28"/>
        </w:rPr>
        <w:t>Observe cette droite graduée</w:t>
      </w:r>
      <w:r w:rsidR="00C53487">
        <w:rPr>
          <w:rFonts w:ascii="Arial" w:hAnsi="Arial" w:cs="Arial"/>
          <w:sz w:val="28"/>
        </w:rPr>
        <w:t>.</w:t>
      </w:r>
    </w:p>
    <w:p w:rsidR="00C53487" w:rsidRDefault="00986402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C1EF285" wp14:editId="1A4A8833">
                <wp:simplePos x="0" y="0"/>
                <wp:positionH relativeFrom="column">
                  <wp:posOffset>2187052</wp:posOffset>
                </wp:positionH>
                <wp:positionV relativeFrom="paragraph">
                  <wp:posOffset>96520</wp:posOffset>
                </wp:positionV>
                <wp:extent cx="241935" cy="316360"/>
                <wp:effectExtent l="0" t="0" r="5715" b="762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3954" w:rsidRPr="00803954" w:rsidRDefault="00803954" w:rsidP="0080395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1</w:t>
                            </w:r>
                          </w:p>
                          <w:p w:rsidR="00803954" w:rsidRPr="003619E8" w:rsidRDefault="00803954" w:rsidP="0080395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EF285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172.2pt;margin-top:7.6pt;width:19.05pt;height:24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" fillcolor="white [3201]" stroked="f" strokeweight=".5pt">
                <v:textbox inset="0,0,0,0">
                  <w:txbxContent>
                    <w:p w:rsidR="00803954" w:rsidRPr="00803954" w:rsidRDefault="00803954" w:rsidP="0080395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1</w:t>
                      </w:r>
                    </w:p>
                    <w:p w:rsidR="00803954" w:rsidRPr="003619E8" w:rsidRDefault="00803954" w:rsidP="0080395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53656686" wp14:editId="741AF506">
            <wp:simplePos x="0" y="0"/>
            <wp:positionH relativeFrom="column">
              <wp:posOffset>2526</wp:posOffset>
            </wp:positionH>
            <wp:positionV relativeFrom="paragraph">
              <wp:posOffset>319247</wp:posOffset>
            </wp:positionV>
            <wp:extent cx="2793719" cy="576897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droite graduée centiemes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90121" b="1712"/>
                    <a:stretch/>
                  </pic:blipFill>
                  <pic:spPr bwMode="auto">
                    <a:xfrm>
                      <a:off x="0" y="0"/>
                      <a:ext cx="2830006" cy="584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395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568884" wp14:editId="4DC01674">
                <wp:simplePos x="0" y="0"/>
                <wp:positionH relativeFrom="column">
                  <wp:posOffset>-58094</wp:posOffset>
                </wp:positionH>
                <wp:positionV relativeFrom="paragraph">
                  <wp:posOffset>96520</wp:posOffset>
                </wp:positionV>
                <wp:extent cx="241935" cy="316360"/>
                <wp:effectExtent l="0" t="0" r="5715" b="762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3A9D" w:rsidRPr="00803954" w:rsidRDefault="00C53487" w:rsidP="00083A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 w:rsidRPr="00803954"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0</w:t>
                            </w:r>
                          </w:p>
                          <w:p w:rsidR="00083A9D" w:rsidRPr="003619E8" w:rsidRDefault="00083A9D" w:rsidP="00083A9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68884" id="Zone de texte 18" o:spid="_x0000_s1027" type="#_x0000_t202" style="position:absolute;margin-left:-4.55pt;margin-top:7.6pt;width:19.05pt;height:24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" fillcolor="white [3201]" stroked="f" strokeweight=".5pt">
                <v:textbox inset="0,0,0,0">
                  <w:txbxContent>
                    <w:p w:rsidR="00083A9D" w:rsidRPr="00803954" w:rsidRDefault="00C53487" w:rsidP="00083A9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 w:rsidRPr="00803954">
                        <w:rPr>
                          <w:rFonts w:ascii="Arial" w:hAnsi="Arial" w:cs="Arial"/>
                          <w:b/>
                          <w:sz w:val="48"/>
                        </w:rPr>
                        <w:t>0</w:t>
                      </w:r>
                    </w:p>
                    <w:p w:rsidR="00083A9D" w:rsidRPr="003619E8" w:rsidRDefault="00083A9D" w:rsidP="00083A9D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53487" w:rsidRDefault="00C53487">
      <w:pPr>
        <w:rPr>
          <w:rFonts w:ascii="Arial" w:hAnsi="Arial" w:cs="Arial"/>
          <w:b/>
          <w:sz w:val="28"/>
        </w:rPr>
      </w:pPr>
    </w:p>
    <w:p w:rsidR="00C53487" w:rsidRDefault="00C53487">
      <w:pPr>
        <w:rPr>
          <w:rFonts w:ascii="Arial" w:hAnsi="Arial" w:cs="Arial"/>
          <w:b/>
          <w:sz w:val="28"/>
        </w:rPr>
      </w:pPr>
    </w:p>
    <w:p w:rsidR="008627AF" w:rsidRDefault="008627AF">
      <w:pPr>
        <w:pBdr>
          <w:bottom w:val="single" w:sz="12" w:space="1" w:color="auto"/>
        </w:pBd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2</w:t>
      </w:r>
      <w:r w:rsidR="00161934">
        <w:rPr>
          <w:rFonts w:ascii="Arial" w:hAnsi="Arial" w:cs="Arial"/>
          <w:b/>
          <w:sz w:val="28"/>
        </w:rPr>
        <w:t>/</w:t>
      </w:r>
      <w:r>
        <w:rPr>
          <w:rFonts w:ascii="Arial" w:hAnsi="Arial" w:cs="Arial"/>
          <w:b/>
          <w:sz w:val="28"/>
        </w:rPr>
        <w:t xml:space="preserve"> </w:t>
      </w:r>
      <w:r w:rsidR="00C53487">
        <w:rPr>
          <w:rFonts w:ascii="Arial" w:hAnsi="Arial" w:cs="Arial"/>
          <w:sz w:val="28"/>
        </w:rPr>
        <w:t xml:space="preserve">En combien de parties l’unité est-elle partagée ? </w:t>
      </w:r>
    </w:p>
    <w:p w:rsidR="00803954" w:rsidRDefault="00803954">
      <w:pPr>
        <w:pBdr>
          <w:bottom w:val="single" w:sz="12" w:space="1" w:color="auto"/>
        </w:pBdr>
        <w:rPr>
          <w:rFonts w:ascii="Arial" w:hAnsi="Arial" w:cs="Arial"/>
          <w:sz w:val="28"/>
        </w:rPr>
      </w:pPr>
    </w:p>
    <w:p w:rsidR="00803954" w:rsidRDefault="00803954">
      <w:pPr>
        <w:pBdr>
          <w:bottom w:val="single" w:sz="12" w:space="1" w:color="auto"/>
        </w:pBdr>
        <w:rPr>
          <w:rFonts w:ascii="Arial" w:hAnsi="Arial" w:cs="Arial"/>
          <w:sz w:val="28"/>
        </w:rPr>
      </w:pPr>
    </w:p>
    <w:p w:rsidR="00803954" w:rsidRDefault="00803954">
      <w:pPr>
        <w:rPr>
          <w:rFonts w:ascii="Arial" w:hAnsi="Arial" w:cs="Arial"/>
          <w:b/>
          <w:sz w:val="28"/>
        </w:rPr>
      </w:pPr>
    </w:p>
    <w:p w:rsidR="003B2DD8" w:rsidRPr="00986402" w:rsidRDefault="00472A41">
      <w:pPr>
        <w:rPr>
          <w:rFonts w:ascii="Arial" w:hAnsi="Arial" w:cs="Arial"/>
          <w:sz w:val="28"/>
        </w:rPr>
      </w:pPr>
      <w:r w:rsidRPr="00986402">
        <w:rPr>
          <w:rFonts w:ascii="Arial" w:hAnsi="Arial" w:cs="Arial"/>
          <w:sz w:val="28"/>
        </w:rPr>
        <w:t xml:space="preserve">Essaie de te souvenir comment s’appellent les fractions partagées </w:t>
      </w:r>
      <w:r w:rsidR="003B2DD8" w:rsidRPr="00986402">
        <w:rPr>
          <w:rFonts w:ascii="Arial" w:hAnsi="Arial" w:cs="Arial"/>
          <w:sz w:val="28"/>
        </w:rPr>
        <w:t>avec ce nombre.</w:t>
      </w:r>
    </w:p>
    <w:p w:rsidR="003B2DD8" w:rsidRDefault="003B2DD8">
      <w:pPr>
        <w:rPr>
          <w:rFonts w:ascii="Arial" w:hAnsi="Arial" w:cs="Arial"/>
          <w:sz w:val="28"/>
        </w:rPr>
      </w:pPr>
      <w:r w:rsidRPr="00986402">
        <w:rPr>
          <w:rFonts w:ascii="Arial" w:hAnsi="Arial" w:cs="Arial"/>
          <w:sz w:val="28"/>
        </w:rPr>
        <w:t>Ce sont des fractions _____________</w:t>
      </w:r>
    </w:p>
    <w:p w:rsidR="00986402" w:rsidRPr="00986402" w:rsidRDefault="00986402">
      <w:pPr>
        <w:rPr>
          <w:rFonts w:ascii="Arial" w:hAnsi="Arial" w:cs="Arial"/>
          <w:sz w:val="28"/>
        </w:rPr>
      </w:pPr>
    </w:p>
    <w:p w:rsidR="008627AF" w:rsidRDefault="008627AF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3/ </w:t>
      </w:r>
      <w:r w:rsidR="00C53487">
        <w:rPr>
          <w:rFonts w:ascii="Arial" w:hAnsi="Arial" w:cs="Arial"/>
          <w:sz w:val="28"/>
        </w:rPr>
        <w:t xml:space="preserve">Complète </w:t>
      </w:r>
      <w:r w:rsidR="00803954">
        <w:rPr>
          <w:rFonts w:ascii="Arial" w:hAnsi="Arial" w:cs="Arial"/>
          <w:sz w:val="28"/>
        </w:rPr>
        <w:t xml:space="preserve">alors </w:t>
      </w:r>
      <w:r w:rsidR="00C53487">
        <w:rPr>
          <w:rFonts w:ascii="Arial" w:hAnsi="Arial" w:cs="Arial"/>
          <w:sz w:val="28"/>
        </w:rPr>
        <w:t>les fractions :</w:t>
      </w:r>
    </w:p>
    <w:p w:rsidR="00C53487" w:rsidRDefault="00C53487" w:rsidP="00C53487">
      <w:pPr>
        <w:rPr>
          <w:rFonts w:ascii="Arial" w:hAnsi="Arial" w:cs="Arial"/>
          <w:sz w:val="28"/>
        </w:rPr>
      </w:pPr>
    </w:p>
    <w:p w:rsidR="00C53487" w:rsidRDefault="00986402" w:rsidP="00C53487">
      <w:pPr>
        <w:rPr>
          <w:rFonts w:ascii="Arial" w:hAnsi="Arial" w:cs="Arial"/>
          <w:b/>
          <w:sz w:val="28"/>
        </w:rPr>
      </w:pPr>
      <w:r w:rsidRPr="00986402">
        <w:rPr>
          <w:rFonts w:ascii="Arial" w:hAnsi="Arial" w:cs="Arial"/>
          <w:b/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6FB286" wp14:editId="4E20BB5C">
                <wp:simplePos x="0" y="0"/>
                <wp:positionH relativeFrom="column">
                  <wp:posOffset>3194570</wp:posOffset>
                </wp:positionH>
                <wp:positionV relativeFrom="paragraph">
                  <wp:posOffset>139251</wp:posOffset>
                </wp:positionV>
                <wp:extent cx="241935" cy="316360"/>
                <wp:effectExtent l="0" t="0" r="5715" b="762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402" w:rsidRPr="00803954" w:rsidRDefault="00986402" w:rsidP="0098640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1</w:t>
                            </w:r>
                          </w:p>
                          <w:p w:rsidR="00986402" w:rsidRPr="003619E8" w:rsidRDefault="00986402" w:rsidP="009864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FB286" id="Zone de texte 16" o:spid="_x0000_s1028" type="#_x0000_t202" style="position:absolute;margin-left:251.55pt;margin-top:10.95pt;width:19.05pt;height:24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" fillcolor="white [3201]" stroked="f" strokeweight=".5pt">
                <v:textbox inset="0,0,0,0">
                  <w:txbxContent>
                    <w:p w:rsidR="00986402" w:rsidRPr="00803954" w:rsidRDefault="00986402" w:rsidP="0098640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1</w:t>
                      </w:r>
                    </w:p>
                    <w:p w:rsidR="00986402" w:rsidRPr="003619E8" w:rsidRDefault="00986402" w:rsidP="009864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D5D8FA" wp14:editId="2AF1E0CA">
                <wp:simplePos x="0" y="0"/>
                <wp:positionH relativeFrom="column">
                  <wp:posOffset>2498195</wp:posOffset>
                </wp:positionH>
                <wp:positionV relativeFrom="paragraph">
                  <wp:posOffset>228442</wp:posOffset>
                </wp:positionV>
                <wp:extent cx="296545" cy="478513"/>
                <wp:effectExtent l="0" t="0" r="8255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45" cy="4785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402" w:rsidRPr="00986402" w:rsidRDefault="00986402" w:rsidP="0098640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986402" w:rsidRPr="003619E8" w:rsidRDefault="00986402" w:rsidP="009864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5D8FA" id="Zone de texte 21" o:spid="_x0000_s1029" type="#_x0000_t202" style="position:absolute;margin-left:196.7pt;margin-top:18pt;width:23.35pt;height:37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" fillcolor="white [3201]" stroked="f" strokeweight=".5pt">
                <v:textbox inset="0,0,0,0">
                  <w:txbxContent>
                    <w:p w:rsidR="00986402" w:rsidRPr="00986402" w:rsidRDefault="00986402" w:rsidP="0098640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986402" w:rsidRPr="003619E8" w:rsidRDefault="00986402" w:rsidP="009864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4D5D8FA" wp14:editId="2AF1E0CA">
                <wp:simplePos x="0" y="0"/>
                <wp:positionH relativeFrom="column">
                  <wp:posOffset>1526292</wp:posOffset>
                </wp:positionH>
                <wp:positionV relativeFrom="paragraph">
                  <wp:posOffset>18615</wp:posOffset>
                </wp:positionV>
                <wp:extent cx="296545" cy="478513"/>
                <wp:effectExtent l="0" t="0" r="8255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45" cy="4785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402" w:rsidRPr="00986402" w:rsidRDefault="00986402" w:rsidP="0098640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986402" w:rsidRPr="003619E8" w:rsidRDefault="00986402" w:rsidP="009864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5D8FA" id="Zone de texte 20" o:spid="_x0000_s1030" type="#_x0000_t202" style="position:absolute;margin-left:120.2pt;margin-top:1.45pt;width:23.35pt;height:37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" fillcolor="white [3201]" stroked="f" strokeweight=".5pt">
                <v:textbox inset="0,0,0,0">
                  <w:txbxContent>
                    <w:p w:rsidR="00986402" w:rsidRPr="00986402" w:rsidRDefault="00986402" w:rsidP="0098640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986402" w:rsidRPr="003619E8" w:rsidRDefault="00986402" w:rsidP="009864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6A9938" wp14:editId="7C849D02">
                <wp:simplePos x="0" y="0"/>
                <wp:positionH relativeFrom="column">
                  <wp:posOffset>556804</wp:posOffset>
                </wp:positionH>
                <wp:positionV relativeFrom="paragraph">
                  <wp:posOffset>228820</wp:posOffset>
                </wp:positionV>
                <wp:extent cx="296545" cy="478513"/>
                <wp:effectExtent l="0" t="0" r="825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45" cy="4785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748" w:rsidRPr="00986402" w:rsidRDefault="00561748" w:rsidP="005617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561748" w:rsidRPr="003619E8" w:rsidRDefault="00561748" w:rsidP="0056174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A9938" id="Zone de texte 11" o:spid="_x0000_s1031" type="#_x0000_t202" style="position:absolute;margin-left:43.85pt;margin-top:18pt;width:23.35pt;height:37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" fillcolor="white [3201]" stroked="f" strokeweight=".5pt">
                <v:textbox inset="0,0,0,0">
                  <w:txbxContent>
                    <w:p w:rsidR="00561748" w:rsidRPr="00986402" w:rsidRDefault="00561748" w:rsidP="005617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561748" w:rsidRPr="003619E8" w:rsidRDefault="00561748" w:rsidP="00561748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86402">
        <w:rPr>
          <w:rFonts w:ascii="Arial" w:hAnsi="Arial" w:cs="Arial"/>
          <w:b/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A9BCC7C" wp14:editId="16006DD1">
                <wp:simplePos x="0" y="0"/>
                <wp:positionH relativeFrom="column">
                  <wp:posOffset>-15125</wp:posOffset>
                </wp:positionH>
                <wp:positionV relativeFrom="paragraph">
                  <wp:posOffset>51249</wp:posOffset>
                </wp:positionV>
                <wp:extent cx="241935" cy="316360"/>
                <wp:effectExtent l="0" t="0" r="5715" b="762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402" w:rsidRPr="00803954" w:rsidRDefault="00986402" w:rsidP="0098640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 w:rsidRPr="00803954"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0</w:t>
                            </w:r>
                          </w:p>
                          <w:p w:rsidR="00986402" w:rsidRPr="003619E8" w:rsidRDefault="00986402" w:rsidP="009864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BCC7C" id="Zone de texte 15" o:spid="_x0000_s1032" type="#_x0000_t202" style="position:absolute;margin-left:-1.2pt;margin-top:4.05pt;width:19.05pt;height:24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" fillcolor="white [3201]" stroked="f" strokeweight=".5pt">
                <v:textbox inset="0,0,0,0">
                  <w:txbxContent>
                    <w:p w:rsidR="00986402" w:rsidRPr="00803954" w:rsidRDefault="00986402" w:rsidP="0098640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 w:rsidRPr="00803954">
                        <w:rPr>
                          <w:rFonts w:ascii="Arial" w:hAnsi="Arial" w:cs="Arial"/>
                          <w:b/>
                          <w:sz w:val="48"/>
                        </w:rPr>
                        <w:t>0</w:t>
                      </w:r>
                    </w:p>
                    <w:p w:rsidR="00986402" w:rsidRPr="003619E8" w:rsidRDefault="00986402" w:rsidP="009864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53487" w:rsidRDefault="00986402" w:rsidP="00C53487">
      <w:pPr>
        <w:rPr>
          <w:rFonts w:ascii="Arial" w:hAnsi="Arial" w:cs="Arial"/>
          <w:b/>
          <w:sz w:val="28"/>
        </w:rPr>
      </w:pPr>
      <w:r w:rsidRPr="00986402">
        <w:rPr>
          <w:rFonts w:ascii="Arial" w:hAnsi="Arial" w:cs="Arial"/>
          <w:b/>
          <w:sz w:val="28"/>
        </w:rPr>
        <w:drawing>
          <wp:anchor distT="0" distB="0" distL="114300" distR="114300" simplePos="0" relativeHeight="251713536" behindDoc="0" locked="0" layoutInCell="1" allowOverlap="1" wp14:anchorId="2C7DADC1" wp14:editId="6C7FA1B9">
            <wp:simplePos x="0" y="0"/>
            <wp:positionH relativeFrom="column">
              <wp:posOffset>59690</wp:posOffset>
            </wp:positionH>
            <wp:positionV relativeFrom="paragraph">
              <wp:posOffset>64261</wp:posOffset>
            </wp:positionV>
            <wp:extent cx="3889989" cy="803275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droite graduée centiemes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90121" b="1712"/>
                    <a:stretch/>
                  </pic:blipFill>
                  <pic:spPr bwMode="auto">
                    <a:xfrm>
                      <a:off x="0" y="0"/>
                      <a:ext cx="3889989" cy="803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3487" w:rsidRDefault="00C53487" w:rsidP="00C53487">
      <w:pPr>
        <w:rPr>
          <w:rFonts w:ascii="Arial" w:hAnsi="Arial" w:cs="Arial"/>
          <w:b/>
          <w:sz w:val="28"/>
        </w:rPr>
      </w:pPr>
    </w:p>
    <w:p w:rsidR="00D22D59" w:rsidRDefault="00D22D59">
      <w:pPr>
        <w:rPr>
          <w:rFonts w:ascii="Arial" w:hAnsi="Arial" w:cs="Arial"/>
          <w:sz w:val="28"/>
        </w:rPr>
      </w:pPr>
    </w:p>
    <w:p w:rsidR="00C53487" w:rsidRDefault="00C53487">
      <w:pPr>
        <w:rPr>
          <w:rFonts w:ascii="Arial" w:hAnsi="Arial" w:cs="Arial"/>
          <w:sz w:val="28"/>
        </w:rPr>
      </w:pPr>
    </w:p>
    <w:p w:rsidR="00C53487" w:rsidRDefault="00C53487">
      <w:pPr>
        <w:rPr>
          <w:rFonts w:ascii="Arial" w:hAnsi="Arial" w:cs="Arial"/>
          <w:sz w:val="28"/>
        </w:rPr>
      </w:pPr>
    </w:p>
    <w:p w:rsidR="00986402" w:rsidRDefault="00986402" w:rsidP="00986402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Fiche exercice « fractions décimales » </w:t>
      </w:r>
    </w:p>
    <w:p w:rsidR="00986402" w:rsidRDefault="00986402" w:rsidP="00986402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1/ </w:t>
      </w:r>
      <w:r w:rsidRPr="00D22D59">
        <w:rPr>
          <w:rFonts w:ascii="Arial" w:hAnsi="Arial" w:cs="Arial"/>
          <w:sz w:val="28"/>
        </w:rPr>
        <w:t>Observe cette droite graduée</w:t>
      </w:r>
      <w:r>
        <w:rPr>
          <w:rFonts w:ascii="Arial" w:hAnsi="Arial" w:cs="Arial"/>
          <w:sz w:val="28"/>
        </w:rPr>
        <w:t>.</w:t>
      </w:r>
    </w:p>
    <w:p w:rsidR="00986402" w:rsidRDefault="00986402" w:rsidP="00986402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974929D" wp14:editId="28295C7D">
                <wp:simplePos x="0" y="0"/>
                <wp:positionH relativeFrom="column">
                  <wp:posOffset>2187052</wp:posOffset>
                </wp:positionH>
                <wp:positionV relativeFrom="paragraph">
                  <wp:posOffset>96520</wp:posOffset>
                </wp:positionV>
                <wp:extent cx="241935" cy="316360"/>
                <wp:effectExtent l="0" t="0" r="5715" b="762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402" w:rsidRPr="00803954" w:rsidRDefault="00986402" w:rsidP="0098640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1</w:t>
                            </w:r>
                          </w:p>
                          <w:p w:rsidR="00986402" w:rsidRPr="003619E8" w:rsidRDefault="00986402" w:rsidP="009864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4929D" id="Zone de texte 22" o:spid="_x0000_s1033" type="#_x0000_t202" style="position:absolute;margin-left:172.2pt;margin-top:7.6pt;width:19.05pt;height:24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" fillcolor="white [3201]" stroked="f" strokeweight=".5pt">
                <v:textbox inset="0,0,0,0">
                  <w:txbxContent>
                    <w:p w:rsidR="00986402" w:rsidRPr="00803954" w:rsidRDefault="00986402" w:rsidP="0098640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1</w:t>
                      </w:r>
                    </w:p>
                    <w:p w:rsidR="00986402" w:rsidRPr="003619E8" w:rsidRDefault="00986402" w:rsidP="009864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22752" behindDoc="0" locked="0" layoutInCell="1" allowOverlap="1" wp14:anchorId="55CDFDE0" wp14:editId="5A916BBD">
            <wp:simplePos x="0" y="0"/>
            <wp:positionH relativeFrom="column">
              <wp:posOffset>2526</wp:posOffset>
            </wp:positionH>
            <wp:positionV relativeFrom="paragraph">
              <wp:posOffset>319247</wp:posOffset>
            </wp:positionV>
            <wp:extent cx="2793719" cy="576897"/>
            <wp:effectExtent l="0" t="0" r="6985" b="0"/>
            <wp:wrapNone/>
            <wp:docPr id="103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droite graduée centiemes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90121" b="1712"/>
                    <a:stretch/>
                  </pic:blipFill>
                  <pic:spPr bwMode="auto">
                    <a:xfrm>
                      <a:off x="0" y="0"/>
                      <a:ext cx="2830006" cy="584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7DF2B0C" wp14:editId="678328B9">
                <wp:simplePos x="0" y="0"/>
                <wp:positionH relativeFrom="column">
                  <wp:posOffset>-58094</wp:posOffset>
                </wp:positionH>
                <wp:positionV relativeFrom="paragraph">
                  <wp:posOffset>96520</wp:posOffset>
                </wp:positionV>
                <wp:extent cx="241935" cy="316360"/>
                <wp:effectExtent l="0" t="0" r="5715" b="762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402" w:rsidRPr="00803954" w:rsidRDefault="00986402" w:rsidP="0098640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 w:rsidRPr="00803954"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0</w:t>
                            </w:r>
                          </w:p>
                          <w:p w:rsidR="00986402" w:rsidRPr="003619E8" w:rsidRDefault="00986402" w:rsidP="009864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2B0C" id="Zone de texte 23" o:spid="_x0000_s1034" type="#_x0000_t202" style="position:absolute;margin-left:-4.55pt;margin-top:7.6pt;width:19.05pt;height:24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" fillcolor="white [3201]" stroked="f" strokeweight=".5pt">
                <v:textbox inset="0,0,0,0">
                  <w:txbxContent>
                    <w:p w:rsidR="00986402" w:rsidRPr="00803954" w:rsidRDefault="00986402" w:rsidP="0098640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 w:rsidRPr="00803954">
                        <w:rPr>
                          <w:rFonts w:ascii="Arial" w:hAnsi="Arial" w:cs="Arial"/>
                          <w:b/>
                          <w:sz w:val="48"/>
                        </w:rPr>
                        <w:t>0</w:t>
                      </w:r>
                    </w:p>
                    <w:p w:rsidR="00986402" w:rsidRPr="003619E8" w:rsidRDefault="00986402" w:rsidP="009864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6402" w:rsidRDefault="00986402" w:rsidP="00986402">
      <w:pPr>
        <w:rPr>
          <w:rFonts w:ascii="Arial" w:hAnsi="Arial" w:cs="Arial"/>
          <w:b/>
          <w:sz w:val="28"/>
        </w:rPr>
      </w:pPr>
    </w:p>
    <w:p w:rsidR="00986402" w:rsidRDefault="00986402" w:rsidP="00986402">
      <w:pPr>
        <w:rPr>
          <w:rFonts w:ascii="Arial" w:hAnsi="Arial" w:cs="Arial"/>
          <w:b/>
          <w:sz w:val="28"/>
        </w:rPr>
      </w:pPr>
    </w:p>
    <w:p w:rsidR="00986402" w:rsidRDefault="00986402" w:rsidP="00986402">
      <w:pPr>
        <w:pBdr>
          <w:bottom w:val="single" w:sz="12" w:space="1" w:color="auto"/>
        </w:pBd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2/ </w:t>
      </w:r>
      <w:r>
        <w:rPr>
          <w:rFonts w:ascii="Arial" w:hAnsi="Arial" w:cs="Arial"/>
          <w:sz w:val="28"/>
        </w:rPr>
        <w:t xml:space="preserve">En combien de parties l’unité est-elle partagée ? </w:t>
      </w:r>
    </w:p>
    <w:p w:rsidR="00986402" w:rsidRDefault="00986402" w:rsidP="00986402">
      <w:pPr>
        <w:pBdr>
          <w:bottom w:val="single" w:sz="12" w:space="1" w:color="auto"/>
        </w:pBdr>
        <w:rPr>
          <w:rFonts w:ascii="Arial" w:hAnsi="Arial" w:cs="Arial"/>
          <w:sz w:val="28"/>
        </w:rPr>
      </w:pPr>
    </w:p>
    <w:p w:rsidR="00986402" w:rsidRDefault="00986402" w:rsidP="00986402">
      <w:pPr>
        <w:pBdr>
          <w:bottom w:val="single" w:sz="12" w:space="1" w:color="auto"/>
        </w:pBdr>
        <w:rPr>
          <w:rFonts w:ascii="Arial" w:hAnsi="Arial" w:cs="Arial"/>
          <w:sz w:val="28"/>
        </w:rPr>
      </w:pPr>
    </w:p>
    <w:p w:rsidR="00986402" w:rsidRDefault="00986402" w:rsidP="00986402">
      <w:pPr>
        <w:rPr>
          <w:rFonts w:ascii="Arial" w:hAnsi="Arial" w:cs="Arial"/>
          <w:b/>
          <w:sz w:val="28"/>
        </w:rPr>
      </w:pPr>
    </w:p>
    <w:p w:rsidR="00986402" w:rsidRPr="00986402" w:rsidRDefault="00986402" w:rsidP="00986402">
      <w:pPr>
        <w:rPr>
          <w:rFonts w:ascii="Arial" w:hAnsi="Arial" w:cs="Arial"/>
          <w:sz w:val="28"/>
        </w:rPr>
      </w:pPr>
      <w:r w:rsidRPr="00986402">
        <w:rPr>
          <w:rFonts w:ascii="Arial" w:hAnsi="Arial" w:cs="Arial"/>
          <w:sz w:val="28"/>
        </w:rPr>
        <w:t>Essaie de te souvenir comment s’appellent les fractions partagées avec ce nombre.</w:t>
      </w:r>
    </w:p>
    <w:p w:rsidR="00986402" w:rsidRDefault="00986402" w:rsidP="00986402">
      <w:pPr>
        <w:rPr>
          <w:rFonts w:ascii="Arial" w:hAnsi="Arial" w:cs="Arial"/>
          <w:sz w:val="28"/>
        </w:rPr>
      </w:pPr>
      <w:r w:rsidRPr="00986402">
        <w:rPr>
          <w:rFonts w:ascii="Arial" w:hAnsi="Arial" w:cs="Arial"/>
          <w:sz w:val="28"/>
        </w:rPr>
        <w:t>Ce sont des fractions _____________</w:t>
      </w:r>
    </w:p>
    <w:p w:rsidR="00986402" w:rsidRPr="00986402" w:rsidRDefault="00986402" w:rsidP="00986402">
      <w:pPr>
        <w:rPr>
          <w:rFonts w:ascii="Arial" w:hAnsi="Arial" w:cs="Arial"/>
          <w:sz w:val="28"/>
        </w:rPr>
      </w:pPr>
    </w:p>
    <w:p w:rsidR="00986402" w:rsidRDefault="00986402" w:rsidP="00986402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3/ </w:t>
      </w:r>
      <w:r>
        <w:rPr>
          <w:rFonts w:ascii="Arial" w:hAnsi="Arial" w:cs="Arial"/>
          <w:sz w:val="28"/>
        </w:rPr>
        <w:t>Complète alors les fractions :</w:t>
      </w:r>
    </w:p>
    <w:p w:rsidR="00986402" w:rsidRDefault="00986402" w:rsidP="00986402">
      <w:pPr>
        <w:rPr>
          <w:rFonts w:ascii="Arial" w:hAnsi="Arial" w:cs="Arial"/>
          <w:sz w:val="28"/>
        </w:rPr>
      </w:pPr>
    </w:p>
    <w:p w:rsidR="00986402" w:rsidRDefault="00986402" w:rsidP="00986402">
      <w:pPr>
        <w:rPr>
          <w:rFonts w:ascii="Arial" w:hAnsi="Arial" w:cs="Arial"/>
          <w:b/>
          <w:sz w:val="28"/>
        </w:rPr>
      </w:pPr>
      <w:r w:rsidRPr="00986402">
        <w:rPr>
          <w:rFonts w:ascii="Arial" w:hAnsi="Arial" w:cs="Arial"/>
          <w:b/>
          <w:sz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DBE3858" wp14:editId="75845A76">
                <wp:simplePos x="0" y="0"/>
                <wp:positionH relativeFrom="column">
                  <wp:posOffset>3194570</wp:posOffset>
                </wp:positionH>
                <wp:positionV relativeFrom="paragraph">
                  <wp:posOffset>139251</wp:posOffset>
                </wp:positionV>
                <wp:extent cx="241935" cy="316360"/>
                <wp:effectExtent l="0" t="0" r="5715" b="762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402" w:rsidRPr="00803954" w:rsidRDefault="00986402" w:rsidP="0098640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1</w:t>
                            </w:r>
                          </w:p>
                          <w:p w:rsidR="00986402" w:rsidRPr="003619E8" w:rsidRDefault="00986402" w:rsidP="009864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E3858" id="Zone de texte 24" o:spid="_x0000_s1035" type="#_x0000_t202" style="position:absolute;margin-left:251.55pt;margin-top:10.95pt;width:19.05pt;height:24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" fillcolor="white [3201]" stroked="f" strokeweight=".5pt">
                <v:textbox inset="0,0,0,0">
                  <w:txbxContent>
                    <w:p w:rsidR="00986402" w:rsidRPr="00803954" w:rsidRDefault="00986402" w:rsidP="0098640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1</w:t>
                      </w:r>
                    </w:p>
                    <w:p w:rsidR="00986402" w:rsidRPr="003619E8" w:rsidRDefault="00986402" w:rsidP="009864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18F608B" wp14:editId="2477A21E">
                <wp:simplePos x="0" y="0"/>
                <wp:positionH relativeFrom="column">
                  <wp:posOffset>2498195</wp:posOffset>
                </wp:positionH>
                <wp:positionV relativeFrom="paragraph">
                  <wp:posOffset>228442</wp:posOffset>
                </wp:positionV>
                <wp:extent cx="296545" cy="478513"/>
                <wp:effectExtent l="0" t="0" r="8255" b="0"/>
                <wp:wrapNone/>
                <wp:docPr id="97" name="Zone de text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45" cy="4785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402" w:rsidRPr="00986402" w:rsidRDefault="00986402" w:rsidP="0098640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986402" w:rsidRPr="003619E8" w:rsidRDefault="00986402" w:rsidP="009864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F608B" id="Zone de texte 97" o:spid="_x0000_s1036" type="#_x0000_t202" style="position:absolute;margin-left:196.7pt;margin-top:18pt;width:23.35pt;height:37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" fillcolor="white [3201]" stroked="f" strokeweight=".5pt">
                <v:textbox inset="0,0,0,0">
                  <w:txbxContent>
                    <w:p w:rsidR="00986402" w:rsidRPr="00986402" w:rsidRDefault="00986402" w:rsidP="0098640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986402" w:rsidRPr="003619E8" w:rsidRDefault="00986402" w:rsidP="009864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C9328D9" wp14:editId="5492DF67">
                <wp:simplePos x="0" y="0"/>
                <wp:positionH relativeFrom="column">
                  <wp:posOffset>1526292</wp:posOffset>
                </wp:positionH>
                <wp:positionV relativeFrom="paragraph">
                  <wp:posOffset>18615</wp:posOffset>
                </wp:positionV>
                <wp:extent cx="296545" cy="478513"/>
                <wp:effectExtent l="0" t="0" r="8255" b="0"/>
                <wp:wrapNone/>
                <wp:docPr id="98" name="Zone de text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45" cy="4785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402" w:rsidRPr="00986402" w:rsidRDefault="00986402" w:rsidP="0098640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986402" w:rsidRPr="003619E8" w:rsidRDefault="00986402" w:rsidP="009864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328D9" id="Zone de texte 98" o:spid="_x0000_s1037" type="#_x0000_t202" style="position:absolute;margin-left:120.2pt;margin-top:1.45pt;width:23.35pt;height:37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" fillcolor="white [3201]" stroked="f" strokeweight=".5pt">
                <v:textbox inset="0,0,0,0">
                  <w:txbxContent>
                    <w:p w:rsidR="00986402" w:rsidRPr="00986402" w:rsidRDefault="00986402" w:rsidP="0098640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986402" w:rsidRPr="003619E8" w:rsidRDefault="00986402" w:rsidP="009864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19152B4" wp14:editId="5F1E8686">
                <wp:simplePos x="0" y="0"/>
                <wp:positionH relativeFrom="column">
                  <wp:posOffset>556804</wp:posOffset>
                </wp:positionH>
                <wp:positionV relativeFrom="paragraph">
                  <wp:posOffset>228820</wp:posOffset>
                </wp:positionV>
                <wp:extent cx="296545" cy="478513"/>
                <wp:effectExtent l="0" t="0" r="8255" b="0"/>
                <wp:wrapNone/>
                <wp:docPr id="101" name="Zone de text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45" cy="4785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402" w:rsidRPr="00986402" w:rsidRDefault="00986402" w:rsidP="0098640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986402" w:rsidRPr="003619E8" w:rsidRDefault="00986402" w:rsidP="009864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152B4" id="Zone de texte 101" o:spid="_x0000_s1038" type="#_x0000_t202" style="position:absolute;margin-left:43.85pt;margin-top:18pt;width:23.35pt;height:37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" fillcolor="white [3201]" stroked="f" strokeweight=".5pt">
                <v:textbox inset="0,0,0,0">
                  <w:txbxContent>
                    <w:p w:rsidR="00986402" w:rsidRPr="00986402" w:rsidRDefault="00986402" w:rsidP="0098640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986402" w:rsidRPr="003619E8" w:rsidRDefault="00986402" w:rsidP="009864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86402">
        <w:rPr>
          <w:rFonts w:ascii="Arial" w:hAnsi="Arial" w:cs="Arial"/>
          <w:b/>
          <w:sz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11BB94B" wp14:editId="0FA03A55">
                <wp:simplePos x="0" y="0"/>
                <wp:positionH relativeFrom="column">
                  <wp:posOffset>-15125</wp:posOffset>
                </wp:positionH>
                <wp:positionV relativeFrom="paragraph">
                  <wp:posOffset>51249</wp:posOffset>
                </wp:positionV>
                <wp:extent cx="241935" cy="316360"/>
                <wp:effectExtent l="0" t="0" r="5715" b="7620"/>
                <wp:wrapNone/>
                <wp:docPr id="102" name="Zone de text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6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402" w:rsidRPr="00803954" w:rsidRDefault="00986402" w:rsidP="0098640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</w:pPr>
                            <w:r w:rsidRPr="00803954"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0</w:t>
                            </w:r>
                          </w:p>
                          <w:p w:rsidR="00986402" w:rsidRPr="003619E8" w:rsidRDefault="00986402" w:rsidP="009864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BB94B" id="Zone de texte 102" o:spid="_x0000_s1039" type="#_x0000_t202" style="position:absolute;margin-left:-1.2pt;margin-top:4.05pt;width:19.05pt;height:24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" fillcolor="white [3201]" stroked="f" strokeweight=".5pt">
                <v:textbox inset="0,0,0,0">
                  <w:txbxContent>
                    <w:p w:rsidR="00986402" w:rsidRPr="00803954" w:rsidRDefault="00986402" w:rsidP="0098640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8"/>
                        </w:rPr>
                      </w:pPr>
                      <w:r w:rsidRPr="00803954">
                        <w:rPr>
                          <w:rFonts w:ascii="Arial" w:hAnsi="Arial" w:cs="Arial"/>
                          <w:b/>
                          <w:sz w:val="48"/>
                        </w:rPr>
                        <w:t>0</w:t>
                      </w:r>
                    </w:p>
                    <w:p w:rsidR="00986402" w:rsidRPr="003619E8" w:rsidRDefault="00986402" w:rsidP="009864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6402" w:rsidRDefault="00986402" w:rsidP="00986402">
      <w:pPr>
        <w:rPr>
          <w:rFonts w:ascii="Arial" w:hAnsi="Arial" w:cs="Arial"/>
          <w:b/>
          <w:sz w:val="28"/>
        </w:rPr>
      </w:pPr>
      <w:r w:rsidRPr="00986402">
        <w:rPr>
          <w:rFonts w:ascii="Arial" w:hAnsi="Arial" w:cs="Arial"/>
          <w:b/>
          <w:sz w:val="28"/>
        </w:rPr>
        <w:drawing>
          <wp:anchor distT="0" distB="0" distL="114300" distR="114300" simplePos="0" relativeHeight="251725824" behindDoc="0" locked="0" layoutInCell="1" allowOverlap="1" wp14:anchorId="10EA7851" wp14:editId="0E168010">
            <wp:simplePos x="0" y="0"/>
            <wp:positionH relativeFrom="column">
              <wp:posOffset>59690</wp:posOffset>
            </wp:positionH>
            <wp:positionV relativeFrom="paragraph">
              <wp:posOffset>64261</wp:posOffset>
            </wp:positionV>
            <wp:extent cx="3889989" cy="803275"/>
            <wp:effectExtent l="0" t="0" r="0" b="0"/>
            <wp:wrapNone/>
            <wp:docPr id="104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droite graduée centiemes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90121" b="1712"/>
                    <a:stretch/>
                  </pic:blipFill>
                  <pic:spPr bwMode="auto">
                    <a:xfrm>
                      <a:off x="0" y="0"/>
                      <a:ext cx="3889989" cy="803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6402" w:rsidRDefault="00986402" w:rsidP="00986402">
      <w:pPr>
        <w:rPr>
          <w:rFonts w:ascii="Arial" w:hAnsi="Arial" w:cs="Arial"/>
          <w:b/>
          <w:sz w:val="28"/>
        </w:rPr>
      </w:pPr>
    </w:p>
    <w:p w:rsidR="00986402" w:rsidRDefault="00986402" w:rsidP="00986402">
      <w:pPr>
        <w:rPr>
          <w:rFonts w:ascii="Arial" w:hAnsi="Arial" w:cs="Arial"/>
          <w:sz w:val="28"/>
        </w:rPr>
      </w:pPr>
    </w:p>
    <w:p w:rsidR="00986402" w:rsidRDefault="00986402" w:rsidP="00986402">
      <w:pPr>
        <w:rPr>
          <w:rFonts w:ascii="Arial" w:hAnsi="Arial" w:cs="Arial"/>
          <w:sz w:val="28"/>
        </w:rPr>
      </w:pPr>
    </w:p>
    <w:p w:rsidR="00986402" w:rsidRDefault="00986402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986402" w:rsidSect="00C5348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BE"/>
    <w:rsid w:val="00004DC2"/>
    <w:rsid w:val="00083A9D"/>
    <w:rsid w:val="00161934"/>
    <w:rsid w:val="001D645B"/>
    <w:rsid w:val="002D056A"/>
    <w:rsid w:val="002F726D"/>
    <w:rsid w:val="003B2DD8"/>
    <w:rsid w:val="00432EFD"/>
    <w:rsid w:val="00472A41"/>
    <w:rsid w:val="00486275"/>
    <w:rsid w:val="004A7FBE"/>
    <w:rsid w:val="005175A3"/>
    <w:rsid w:val="00561748"/>
    <w:rsid w:val="005F7238"/>
    <w:rsid w:val="00675789"/>
    <w:rsid w:val="00756D8C"/>
    <w:rsid w:val="007E024D"/>
    <w:rsid w:val="00803954"/>
    <w:rsid w:val="008627AF"/>
    <w:rsid w:val="00986402"/>
    <w:rsid w:val="009F4F3A"/>
    <w:rsid w:val="00C53487"/>
    <w:rsid w:val="00C96B02"/>
    <w:rsid w:val="00D22D59"/>
    <w:rsid w:val="00FB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D08D"/>
  <w15:chartTrackingRefBased/>
  <w15:docId w15:val="{D1EB891B-E699-4616-8871-17C72E1E0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86275"/>
    <w:rPr>
      <w:color w:val="808080"/>
    </w:rPr>
  </w:style>
  <w:style w:type="table" w:styleId="Grilledutableau">
    <w:name w:val="Table Grid"/>
    <w:basedOn w:val="TableauNormal"/>
    <w:uiPriority w:val="39"/>
    <w:rsid w:val="00486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59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7</cp:revision>
  <cp:lastPrinted>2016-11-30T14:07:00Z</cp:lastPrinted>
  <dcterms:created xsi:type="dcterms:W3CDTF">2019-05-04T07:09:00Z</dcterms:created>
  <dcterms:modified xsi:type="dcterms:W3CDTF">2019-05-04T08:07:00Z</dcterms:modified>
</cp:coreProperties>
</file>